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BF" w:rsidRDefault="001209A8" w:rsidP="004D5ABF">
      <w:pPr>
        <w:rPr>
          <w:rFonts w:asciiTheme="majorHAnsi" w:hAnsiTheme="majorHAnsi"/>
          <w:sz w:val="18"/>
          <w:szCs w:val="18"/>
        </w:rPr>
      </w:pPr>
      <w:bookmarkStart w:id="0" w:name="_GoBack"/>
      <w:bookmarkEnd w:id="0"/>
      <w:r>
        <w:rPr>
          <w:rFonts w:asciiTheme="majorHAnsi" w:hAnsiTheme="majorHAnsi"/>
          <w:sz w:val="18"/>
          <w:szCs w:val="18"/>
        </w:rPr>
        <w:t>Příloha č. 2</w:t>
      </w:r>
      <w:r w:rsidR="00430337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Rámcové dohody</w:t>
      </w:r>
    </w:p>
    <w:p w:rsidR="00430337" w:rsidRDefault="00430337" w:rsidP="004D5ABF">
      <w:pPr>
        <w:rPr>
          <w:rFonts w:asciiTheme="majorHAnsi" w:hAnsiTheme="majorHAnsi"/>
          <w:sz w:val="18"/>
          <w:szCs w:val="18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  <w:r w:rsidRPr="00430337">
        <w:rPr>
          <w:rFonts w:asciiTheme="majorHAnsi" w:hAnsiTheme="majorHAnsi"/>
          <w:i/>
          <w:sz w:val="18"/>
          <w:szCs w:val="18"/>
          <w:u w:val="single"/>
        </w:rPr>
        <w:t>Seznam realizačního týmu</w:t>
      </w: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1209A8" w:rsidP="004D5AB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Solution architekt</w:t>
      </w:r>
      <w:r w:rsidR="00430337"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430337" w:rsidRPr="00430337" w:rsidRDefault="001209A8" w:rsidP="004D5AB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Office 365 architekt </w:t>
      </w:r>
      <w:r w:rsidR="00430337"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Office 365 konzultant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Systém Center architekt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Systém </w:t>
      </w:r>
      <w:r w:rsidRPr="001209A8">
        <w:rPr>
          <w:rFonts w:asciiTheme="majorHAnsi" w:hAnsiTheme="majorHAnsi"/>
          <w:sz w:val="18"/>
          <w:szCs w:val="18"/>
        </w:rPr>
        <w:t>Center konzultant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Exchange architekt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Exchange konzultant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SharePoint architekt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SharePoint konzultant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Skype4Business / Teams architekt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Skype4Business / Teams konzultant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1209A8" w:rsidRPr="00430337" w:rsidRDefault="001209A8" w:rsidP="001209A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Projektový manažer </w:t>
      </w:r>
      <w:r w:rsidRPr="00430337">
        <w:rPr>
          <w:rFonts w:asciiTheme="majorHAnsi" w:hAnsiTheme="majorHAnsi"/>
          <w:sz w:val="18"/>
          <w:szCs w:val="18"/>
          <w:highlight w:val="yellow"/>
        </w:rPr>
        <w:t>………………………………………………(doplní Zhotovitel)</w:t>
      </w: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D5ABF">
      <w:pPr>
        <w:rPr>
          <w:rFonts w:asciiTheme="majorHAnsi" w:hAnsiTheme="majorHAnsi"/>
          <w:i/>
          <w:sz w:val="18"/>
          <w:szCs w:val="18"/>
          <w:u w:val="single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Default="00430337" w:rsidP="00430337">
      <w:pPr>
        <w:rPr>
          <w:rFonts w:asciiTheme="majorHAnsi" w:hAnsiTheme="majorHAnsi"/>
          <w:sz w:val="18"/>
          <w:szCs w:val="18"/>
        </w:rPr>
      </w:pPr>
    </w:p>
    <w:p w:rsidR="00430337" w:rsidRPr="00430337" w:rsidRDefault="00430337" w:rsidP="00430337">
      <w:pPr>
        <w:rPr>
          <w:rFonts w:asciiTheme="majorHAnsi" w:hAnsiTheme="majorHAnsi"/>
          <w:sz w:val="18"/>
          <w:szCs w:val="18"/>
        </w:rPr>
      </w:pPr>
      <w:r w:rsidRPr="00430337">
        <w:rPr>
          <w:rFonts w:asciiTheme="majorHAnsi" w:hAnsiTheme="majorHAnsi"/>
          <w:sz w:val="18"/>
          <w:szCs w:val="18"/>
        </w:rPr>
        <w:t>Zhotovitel může v průběhu plnění Předmětu díla nahradit některé osoby z osob, uvedených v seznamu realizačního týmu dle přílohy č. 3 této Smlouvy, pouze po předchozím souhlasu Objednatele na základě písemné žádosti Zhotovitele. V případě, že Zhotovitel žádá o změnu některých osob realizačního týmu uvedeného v příloze č. 3 této Smlouvy, musí tato osoba, splňovat kvalifikaci uvedenou v zadávacím řízení minimálně v takovém rozsahu jako nahrazovaný člen realizačního týmu.  </w:t>
      </w:r>
    </w:p>
    <w:p w:rsidR="00430337" w:rsidRPr="00430337" w:rsidRDefault="00430337" w:rsidP="004D5ABF">
      <w:pPr>
        <w:rPr>
          <w:rFonts w:asciiTheme="majorHAnsi" w:hAnsiTheme="majorHAnsi"/>
          <w:sz w:val="18"/>
          <w:szCs w:val="18"/>
        </w:rPr>
      </w:pPr>
    </w:p>
    <w:sectPr w:rsidR="00430337" w:rsidRPr="0043033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B42" w:rsidRDefault="00284B42" w:rsidP="00962258">
      <w:r>
        <w:separator/>
      </w:r>
    </w:p>
  </w:endnote>
  <w:endnote w:type="continuationSeparator" w:id="0">
    <w:p w:rsidR="00284B42" w:rsidRDefault="00284B42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42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EC7463" wp14:editId="0D39E7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7ED4FB" wp14:editId="79BD60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812CB7" w:rsidRDefault="00812CB7" w:rsidP="00460660">
          <w:pPr>
            <w:pStyle w:val="Zpat"/>
          </w:pPr>
        </w:p>
        <w:p w:rsidR="00812CB7" w:rsidRDefault="00812CB7" w:rsidP="001C6A48">
          <w:pPr>
            <w:pStyle w:val="Zpat"/>
          </w:pPr>
          <w:r>
            <w:rPr>
              <w:rStyle w:val="slostrnky"/>
            </w:rPr>
            <w:t xml:space="preserve"> 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A5722E" wp14:editId="761A3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5DFEBE4" wp14:editId="5A6977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B42" w:rsidRDefault="00284B42" w:rsidP="00962258">
      <w:r>
        <w:separator/>
      </w:r>
    </w:p>
  </w:footnote>
  <w:footnote w:type="continuationSeparator" w:id="0">
    <w:p w:rsidR="00284B42" w:rsidRDefault="00284B42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12CB7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D6F0A07" wp14:editId="07E0A8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7490"/>
    <w:multiLevelType w:val="hybridMultilevel"/>
    <w:tmpl w:val="69A695DC"/>
    <w:lvl w:ilvl="0" w:tplc="5510BB74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5510BB74">
      <w:numFmt w:val="bullet"/>
      <w:lvlText w:val="-"/>
      <w:lvlJc w:val="left"/>
      <w:pPr>
        <w:ind w:left="1800" w:hanging="360"/>
      </w:pPr>
      <w:rPr>
        <w:rFonts w:ascii="Verdana" w:eastAsia="Calibri" w:hAnsi="Verdana" w:cs="Times New Roman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85B0C23"/>
    <w:multiLevelType w:val="hybridMultilevel"/>
    <w:tmpl w:val="A6463E0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5510BB74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13032E6"/>
    <w:multiLevelType w:val="hybridMultilevel"/>
    <w:tmpl w:val="CEFE9B78"/>
    <w:lvl w:ilvl="0" w:tplc="5510BB74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90"/>
    <w:rsid w:val="00072C1E"/>
    <w:rsid w:val="00075248"/>
    <w:rsid w:val="000E23A7"/>
    <w:rsid w:val="0010693F"/>
    <w:rsid w:val="00114472"/>
    <w:rsid w:val="001209A8"/>
    <w:rsid w:val="001550BC"/>
    <w:rsid w:val="001605B9"/>
    <w:rsid w:val="00170EC5"/>
    <w:rsid w:val="001747C1"/>
    <w:rsid w:val="00184743"/>
    <w:rsid w:val="001C6A48"/>
    <w:rsid w:val="00207DF5"/>
    <w:rsid w:val="00280E07"/>
    <w:rsid w:val="00284B42"/>
    <w:rsid w:val="00292301"/>
    <w:rsid w:val="002C31BF"/>
    <w:rsid w:val="002D08B1"/>
    <w:rsid w:val="002E0CD7"/>
    <w:rsid w:val="00315108"/>
    <w:rsid w:val="00341DCF"/>
    <w:rsid w:val="00357BC6"/>
    <w:rsid w:val="003956C6"/>
    <w:rsid w:val="003F3F79"/>
    <w:rsid w:val="0043033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ABF"/>
    <w:rsid w:val="004E143C"/>
    <w:rsid w:val="004E3A53"/>
    <w:rsid w:val="004F4B9B"/>
    <w:rsid w:val="00511AB9"/>
    <w:rsid w:val="00523C6A"/>
    <w:rsid w:val="00523EA7"/>
    <w:rsid w:val="00536CA0"/>
    <w:rsid w:val="00553375"/>
    <w:rsid w:val="005736B7"/>
    <w:rsid w:val="00575E5A"/>
    <w:rsid w:val="00594DC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EDD"/>
    <w:rsid w:val="007A2E61"/>
    <w:rsid w:val="007A4254"/>
    <w:rsid w:val="007B1E06"/>
    <w:rsid w:val="007B570C"/>
    <w:rsid w:val="007C589B"/>
    <w:rsid w:val="007D69E4"/>
    <w:rsid w:val="007E4A6E"/>
    <w:rsid w:val="007F56A7"/>
    <w:rsid w:val="00807DD0"/>
    <w:rsid w:val="00812CB7"/>
    <w:rsid w:val="008659F3"/>
    <w:rsid w:val="00886D4B"/>
    <w:rsid w:val="00895406"/>
    <w:rsid w:val="008A3568"/>
    <w:rsid w:val="008C1202"/>
    <w:rsid w:val="008D03B9"/>
    <w:rsid w:val="008F18D6"/>
    <w:rsid w:val="00904780"/>
    <w:rsid w:val="00910448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2C3"/>
    <w:rsid w:val="00A6177B"/>
    <w:rsid w:val="00A66136"/>
    <w:rsid w:val="00AA4CBB"/>
    <w:rsid w:val="00AA65FA"/>
    <w:rsid w:val="00AA7351"/>
    <w:rsid w:val="00AB01BC"/>
    <w:rsid w:val="00AD056F"/>
    <w:rsid w:val="00AD6731"/>
    <w:rsid w:val="00AF3A07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A7A"/>
    <w:rsid w:val="00C56775"/>
    <w:rsid w:val="00CC10C4"/>
    <w:rsid w:val="00CD1FC4"/>
    <w:rsid w:val="00D21061"/>
    <w:rsid w:val="00D4108E"/>
    <w:rsid w:val="00D47B2B"/>
    <w:rsid w:val="00D6163D"/>
    <w:rsid w:val="00D831A3"/>
    <w:rsid w:val="00DC75F3"/>
    <w:rsid w:val="00DD46F3"/>
    <w:rsid w:val="00DE56F2"/>
    <w:rsid w:val="00DF116D"/>
    <w:rsid w:val="00E43D41"/>
    <w:rsid w:val="00EB104F"/>
    <w:rsid w:val="00ED14BD"/>
    <w:rsid w:val="00EF3CB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B3A28"/>
    <w:rsid w:val="00FC6389"/>
    <w:rsid w:val="00F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E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autoSpaceDE/>
      <w:autoSpaceDN/>
      <w:spacing w:before="32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autoSpaceDE/>
      <w:autoSpaceDN/>
      <w:spacing w:before="24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autoSpaceDE/>
      <w:autoSpaceDN/>
      <w:spacing w:before="24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autoSpaceDE/>
      <w:autoSpaceDN/>
      <w:spacing w:before="4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autoSpaceDE/>
      <w:autoSpaceDN/>
      <w:spacing w:before="4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autoSpaceDE/>
      <w:autoSpaceDN/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autoSpaceDE/>
      <w:autoSpaceDN/>
    </w:pPr>
    <w:rPr>
      <w:rFonts w:asciiTheme="minorHAnsi" w:eastAsiaTheme="minorHAnsi" w:hAnsiTheme="minorHAnsi" w:cstheme="minorBidi"/>
      <w:sz w:val="1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autoSpaceDE/>
      <w:autoSpaceDN/>
      <w:spacing w:after="12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autoSpaceDE/>
      <w:autoSpaceDN/>
      <w:spacing w:after="160" w:line="264" w:lineRule="auto"/>
    </w:pPr>
    <w:rPr>
      <w:rFonts w:asciiTheme="minorHAnsi" w:eastAsiaTheme="minorEastAsia" w:hAnsiTheme="minorHAnsi" w:cstheme="minorBidi"/>
      <w:color w:val="5A5A5A" w:themeColor="text1" w:themeTint="A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autoSpaceDE/>
      <w:autoSpaceDN/>
      <w:spacing w:before="160" w:after="160" w:line="264" w:lineRule="auto"/>
      <w:ind w:left="862" w:right="862"/>
      <w:jc w:val="center"/>
    </w:pPr>
    <w:rPr>
      <w:rFonts w:asciiTheme="minorHAnsi" w:eastAsiaTheme="minorHAnsi" w:hAnsiTheme="minorHAnsi" w:cstheme="minorBidi"/>
      <w:b/>
      <w:iCs/>
      <w:sz w:val="18"/>
      <w:szCs w:val="18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autoSpaceDE/>
      <w:autoSpaceDN/>
      <w:spacing w:after="200"/>
    </w:pPr>
    <w:rPr>
      <w:rFonts w:asciiTheme="minorHAnsi" w:eastAsiaTheme="minorHAnsi" w:hAnsiTheme="minorHAnsi" w:cstheme="minorBidi"/>
      <w:iCs/>
      <w:color w:val="44546A" w:themeColor="text2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895406"/>
    <w:pPr>
      <w:autoSpaceDE/>
      <w:autoSpaceDN/>
      <w:spacing w:after="240" w:line="264" w:lineRule="auto"/>
      <w:ind w:left="720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ind w:left="1134" w:hanging="1134"/>
    </w:pPr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autoSpaceDE/>
      <w:autoSpaceDN/>
      <w:spacing w:after="240" w:line="264" w:lineRule="auto"/>
    </w:pPr>
    <w:rPr>
      <w:rFonts w:asciiTheme="minorHAnsi" w:eastAsiaTheme="minorHAnsi" w:hAnsiTheme="minorHAnsi"/>
      <w:sz w:val="18"/>
      <w:szCs w:val="24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autoSpaceDE/>
      <w:autoSpaceDN/>
      <w:spacing w:after="60" w:line="264" w:lineRule="auto"/>
      <w:ind w:left="-51" w:right="-34"/>
    </w:pPr>
    <w:rPr>
      <w:rFonts w:asciiTheme="majorHAnsi" w:eastAsiaTheme="minorHAnsi" w:hAnsiTheme="majorHAnsi" w:cstheme="minorBidi"/>
      <w:b/>
      <w:sz w:val="14"/>
      <w:szCs w:val="14"/>
      <w:lang w:eastAsia="en-US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autoSpaceDE/>
      <w:autoSpaceDN/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autoSpaceDE/>
      <w:autoSpaceDN/>
      <w:spacing w:line="264" w:lineRule="auto"/>
      <w:contextualSpacing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autoSpaceDE/>
      <w:autoSpaceDN/>
      <w:spacing w:after="240" w:line="264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18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autoSpaceDE/>
      <w:autoSpaceDN/>
      <w:spacing w:after="100" w:line="264" w:lineRule="auto"/>
      <w:ind w:left="36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autoSpaceDE/>
      <w:autoSpaceDN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FF3E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E9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E9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3AEEE-E583-4DDF-9EBB-F9776F0E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5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2019-08-06T13:06:00Z</cp:lastPrinted>
  <dcterms:created xsi:type="dcterms:W3CDTF">2019-07-31T08:19:00Z</dcterms:created>
  <dcterms:modified xsi:type="dcterms:W3CDTF">2019-08-06T13:07:00Z</dcterms:modified>
</cp:coreProperties>
</file>